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54E308DF" w:rsidR="00F422D3" w:rsidRDefault="00F422D3" w:rsidP="00BB1390">
      <w:pPr>
        <w:pStyle w:val="Titul2"/>
      </w:pPr>
      <w:r>
        <w:t xml:space="preserve">Název </w:t>
      </w:r>
      <w:r w:rsidRPr="00BB1390">
        <w:t>zakázky</w:t>
      </w:r>
      <w:r>
        <w:t>: „</w:t>
      </w:r>
      <w:r w:rsidR="00415389" w:rsidRPr="003A4B3D">
        <w:t>Optimalizace přístřešků pro cestující na zastávkách Víchová nad Jizerou, Řasnice, Krásný Les a Bělá u Staré Paky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02AE58BE" w:rsidR="00F422D3" w:rsidRDefault="00F422D3" w:rsidP="00B42F40">
      <w:pPr>
        <w:pStyle w:val="Textbezodsazen"/>
      </w:pPr>
      <w:r>
        <w:t>ISPROFOND</w:t>
      </w:r>
      <w:r w:rsidR="00A07DDA">
        <w:t>/SUBISPROFIN</w:t>
      </w:r>
      <w:r>
        <w:t xml:space="preserve">: </w:t>
      </w:r>
      <w:r w:rsidR="00415389">
        <w:t>5003520140/5513530017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lastRenderedPageBreak/>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097B2C9" w:rsidR="007D26F9" w:rsidRDefault="007D26F9" w:rsidP="00BC5BDD">
      <w:pPr>
        <w:pStyle w:val="Text1-1"/>
      </w:pPr>
      <w:r>
        <w:t xml:space="preserve">Objednatel oznámil </w:t>
      </w:r>
      <w:r w:rsidR="00415389" w:rsidRPr="00415389">
        <w:t>u</w:t>
      </w:r>
      <w:r w:rsidR="00121010" w:rsidRPr="00415389">
        <w:t xml:space="preserve">veřejněním na Profilu zadavatele: </w:t>
      </w:r>
      <w:hyperlink r:id="rId11" w:history="1">
        <w:r w:rsidR="00121010" w:rsidRPr="00415389">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15389" w:rsidRPr="003A4B3D">
        <w:rPr>
          <w:rStyle w:val="Tun"/>
        </w:rPr>
        <w:t>Optimalizace přístřešků pro cestující na zastávkách Víchová nad Jizerou, Řasnice, Krásný Les a Bělá u Staré Paky</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31FAF53"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415389">
        <w:rPr>
          <w:rStyle w:val="Tun"/>
        </w:rPr>
        <w:t>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250E3D53" w:rsidR="002D7AA5" w:rsidRPr="009A12BD" w:rsidRDefault="007D26F9" w:rsidP="00415389">
      <w:pPr>
        <w:pStyle w:val="Textbezslovn"/>
      </w:pPr>
      <w:r w:rsidRPr="00517C97">
        <w:rPr>
          <w:b/>
        </w:rPr>
        <w:t>Lhůta pro dokončení stavebních prací</w:t>
      </w:r>
      <w:r>
        <w:t xml:space="preserve"> činí celkem </w:t>
      </w:r>
      <w:r w:rsidR="00415389">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31C0C20E" w:rsidR="007D26F9" w:rsidRDefault="007D26F9" w:rsidP="00BC5BDD">
      <w:pPr>
        <w:pStyle w:val="Textbezslovn"/>
      </w:pPr>
      <w:r w:rsidRPr="00415389">
        <w:rPr>
          <w:b/>
        </w:rPr>
        <w:t>Předání posouzení interoperability</w:t>
      </w:r>
      <w:r w:rsidRPr="00415389">
        <w:t xml:space="preserve">, včetně zajištění všech souvisejících dokladů, podle </w:t>
      </w:r>
      <w:proofErr w:type="spellStart"/>
      <w:r w:rsidRPr="00415389">
        <w:t>ust</w:t>
      </w:r>
      <w:proofErr w:type="spellEnd"/>
      <w:r w:rsidRPr="00415389">
        <w:t xml:space="preserve">. § 49b zákona 266/1994 Sb. ve znění pozdějších předpisů, </w:t>
      </w:r>
      <w:r w:rsidRPr="00415389">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415389">
        <w:rPr>
          <w:rStyle w:val="Tun"/>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6EA2B187" w:rsidR="007D26F9" w:rsidRPr="00415389" w:rsidRDefault="007D26F9" w:rsidP="00BC5BDD">
      <w:pPr>
        <w:pStyle w:val="Textbezslovn"/>
      </w:pPr>
      <w:r w:rsidRPr="00415389">
        <w:lastRenderedPageBreak/>
        <w:t>Lhůty stanovené</w:t>
      </w:r>
      <w:r w:rsidR="00A349C6" w:rsidRPr="00415389">
        <w:t xml:space="preserve"> </w:t>
      </w:r>
      <w:r w:rsidR="007C0E5F" w:rsidRPr="00415389">
        <w:t>v </w:t>
      </w:r>
      <w:proofErr w:type="spellStart"/>
      <w:r w:rsidR="007C0E5F" w:rsidRPr="00415389">
        <w:t>podčl</w:t>
      </w:r>
      <w:proofErr w:type="spellEnd"/>
      <w:r w:rsidR="007C0E5F" w:rsidRPr="00415389">
        <w:t xml:space="preserve">. 1.11.5.1 Kapitoly 1 TKP staveb státních drah </w:t>
      </w:r>
      <w:r w:rsidR="00A349C6" w:rsidRPr="00415389">
        <w:t>a </w:t>
      </w:r>
      <w:r w:rsidRPr="00415389">
        <w:t>lhůty stanovené</w:t>
      </w:r>
      <w:r w:rsidR="00A349C6" w:rsidRPr="00415389">
        <w:t xml:space="preserve"> v </w:t>
      </w:r>
      <w:r w:rsidRPr="00415389">
        <w:t>odst. 2.10</w:t>
      </w:r>
      <w:r w:rsidR="00A349C6" w:rsidRPr="00415389">
        <w:t xml:space="preserve"> a </w:t>
      </w:r>
      <w:r w:rsidRPr="00415389">
        <w:t>2.11 Obchodních podmínek se</w:t>
      </w:r>
      <w:r w:rsidR="00A349C6" w:rsidRPr="00415389">
        <w:t xml:space="preserve"> v </w:t>
      </w:r>
      <w:r w:rsidRPr="00415389">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F4917BF"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w:t>
      </w:r>
      <w:r w:rsidR="00415389">
        <w:rPr>
          <w:rFonts w:eastAsia="Times New Roman" w:cs="Times New Roman"/>
          <w:sz w:val="18"/>
          <w:szCs w:val="18"/>
        </w:rPr>
        <w:t xml:space="preserve"> jedné</w:t>
      </w:r>
      <w:r w:rsidR="00EE3BC9" w:rsidRPr="00CF42C9">
        <w:rPr>
          <w:rFonts w:eastAsia="Times New Roman" w:cs="Times New Roman"/>
          <w:sz w:val="18"/>
          <w:szCs w:val="18"/>
        </w:rPr>
        <w:t xml:space="preserve"> studentské exkurze</w:t>
      </w:r>
      <w:r w:rsidR="00415389">
        <w:rPr>
          <w:rFonts w:eastAsia="Times New Roman" w:cs="Times New Roman"/>
          <w:sz w:val="18"/>
          <w:szCs w:val="18"/>
        </w:rPr>
        <w:t xml:space="preserve"> </w:t>
      </w:r>
      <w:r w:rsidRPr="00CF42C9">
        <w:rPr>
          <w:rFonts w:eastAsia="Times New Roman" w:cs="Times New Roman"/>
          <w:sz w:val="18"/>
          <w:szCs w:val="18"/>
        </w:rPr>
        <w:t xml:space="preserve">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w:t>
      </w:r>
      <w:r w:rsidR="00415389">
        <w:rPr>
          <w:rFonts w:eastAsia="Times New Roman" w:cs="Times New Roman"/>
          <w:sz w:val="18"/>
          <w:szCs w:val="18"/>
        </w:rPr>
        <w:t xml:space="preserve"> </w:t>
      </w:r>
      <w:r w:rsidR="003B6B2A" w:rsidRPr="005E007F">
        <w:rPr>
          <w:rFonts w:eastAsia="Times New Roman" w:cs="Times New Roman"/>
          <w:sz w:val="18"/>
          <w:szCs w:val="18"/>
        </w:rPr>
        <w:t>uvedeny v Obchodních podmínkách.</w:t>
      </w:r>
      <w:r w:rsidR="003B6B2A">
        <w:rPr>
          <w:rFonts w:eastAsia="Times New Roman" w:cs="Times New Roman"/>
          <w:sz w:val="18"/>
          <w:szCs w:val="18"/>
        </w:rPr>
        <w:t xml:space="preserve"> </w:t>
      </w:r>
    </w:p>
    <w:p w14:paraId="40B020EB" w14:textId="1F24DB59" w:rsidR="001C126B" w:rsidRPr="0060199F" w:rsidRDefault="004A36B7" w:rsidP="0060199F">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1ABCCAB2" w14:textId="5EDD03EC" w:rsidR="007A0137" w:rsidRPr="0060199F" w:rsidRDefault="007A0137" w:rsidP="0060199F">
      <w:pPr>
        <w:pStyle w:val="Text1-1"/>
        <w:numPr>
          <w:ilvl w:val="1"/>
          <w:numId w:val="9"/>
        </w:numPr>
      </w:pPr>
      <w:r w:rsidRPr="0060199F">
        <w:rPr>
          <w:i/>
        </w:rPr>
        <w:t>NEOBSAZENO</w:t>
      </w:r>
    </w:p>
    <w:p w14:paraId="47A533B4" w14:textId="0680791C" w:rsidR="009445AE" w:rsidRDefault="009445AE" w:rsidP="009445AE">
      <w:pPr>
        <w:pStyle w:val="Text1-1"/>
        <w:numPr>
          <w:ilvl w:val="1"/>
          <w:numId w:val="9"/>
        </w:numPr>
      </w:pPr>
      <w:r w:rsidRPr="0060199F">
        <w:t>Zhotovitel je povinen začít odstraňovat veškerá znečištění pozemních komunikací, která způsobí v souvislosti s prováděním Díla, a to bez průtahů, nejpozději však do 1 hodiny od vzniku</w:t>
      </w:r>
      <w:r w:rsidRPr="00913311">
        <w:t xml:space="preserve">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2446353" w:rsidR="007A0137" w:rsidRPr="0060199F" w:rsidRDefault="007A0137" w:rsidP="0060199F">
      <w:pPr>
        <w:pStyle w:val="Text1-1"/>
        <w:numPr>
          <w:ilvl w:val="1"/>
          <w:numId w:val="9"/>
        </w:numPr>
        <w:rPr>
          <w:i/>
          <w:iCs/>
        </w:rPr>
      </w:pPr>
      <w:r w:rsidRPr="0060199F">
        <w:rPr>
          <w:i/>
          <w:iCs/>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Pr="00111B85"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Občanského zákoníku a § 2050 </w:t>
      </w:r>
      <w:r w:rsidRPr="00111B85">
        <w:t>Občanského zákoníku se nepoužijí.</w:t>
      </w:r>
    </w:p>
    <w:p w14:paraId="27BD6924" w14:textId="3D618ECC" w:rsidR="009445AE" w:rsidRPr="00111B85" w:rsidRDefault="009445AE" w:rsidP="009445AE">
      <w:pPr>
        <w:pStyle w:val="Text1-1"/>
        <w:numPr>
          <w:ilvl w:val="1"/>
          <w:numId w:val="9"/>
        </w:numPr>
      </w:pPr>
      <w:r w:rsidRPr="00111B85">
        <w:t xml:space="preserve">Součástí dodávky na zhotovení Díla nejsou prvky mobiliáře včetně instalace, které jsou součástí SO </w:t>
      </w:r>
      <w:r w:rsidR="00111B85" w:rsidRPr="00111B85">
        <w:t>101, SO 201, SO 301</w:t>
      </w:r>
      <w:r w:rsidRPr="00111B85">
        <w:t xml:space="preserve"> dle technické specifikace v Soupisu prací jednotlivých položek.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B233C8E" w:rsidR="007D26F9" w:rsidRDefault="007D26F9" w:rsidP="00342DC7">
      <w:pPr>
        <w:pStyle w:val="Textbezslovn"/>
      </w:pPr>
      <w:r w:rsidRPr="00A349C6">
        <w:rPr>
          <w:b/>
        </w:rPr>
        <w:t>Příloha č. 1:</w:t>
      </w:r>
      <w:r w:rsidR="008F7242">
        <w:t xml:space="preserve"> </w:t>
      </w:r>
      <w:r w:rsidR="008F7242">
        <w:tab/>
      </w:r>
      <w:r>
        <w:t xml:space="preserve">Obchodní podmínky – </w:t>
      </w:r>
      <w:r w:rsidR="00DA47F4">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D808F05" w:rsidR="007D26F9" w:rsidRDefault="00F43D42" w:rsidP="00F43D42">
      <w:pPr>
        <w:pStyle w:val="Textbezslovn"/>
        <w:ind w:left="2127"/>
      </w:pPr>
      <w:r>
        <w:t xml:space="preserve">b) </w:t>
      </w:r>
      <w:r w:rsidR="007D26F9">
        <w:t xml:space="preserve">Všeobecné technické podmínky – </w:t>
      </w:r>
      <w:r w:rsidR="00DA47F4">
        <w:t>VTP/R/16/22</w:t>
      </w:r>
    </w:p>
    <w:p w14:paraId="239F0F49" w14:textId="19A94654" w:rsidR="007D26F9" w:rsidRDefault="00F43D42" w:rsidP="00F43D42">
      <w:pPr>
        <w:pStyle w:val="Textbezslovn"/>
        <w:ind w:left="2127"/>
      </w:pPr>
      <w:r>
        <w:t xml:space="preserve">c) </w:t>
      </w:r>
      <w:r w:rsidR="007D26F9">
        <w:t xml:space="preserve">Zvláštní technické podmínky </w:t>
      </w:r>
      <w:r w:rsidR="00DA47F4">
        <w:t>na zhotovení stavby „Optimalizace přístřešků pro cestující na zastávkách Víchová nad Jizerou, Řasnice, Krásný Les a Bělá u Staré Paky“, vydané 06/2023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34ADD8F7" w:rsidR="00F422D3" w:rsidRDefault="00F422D3" w:rsidP="009F0867">
      <w:pPr>
        <w:pStyle w:val="Textbezodsazen"/>
      </w:pPr>
      <w:r>
        <w:t>V</w:t>
      </w:r>
      <w:r w:rsidR="002D7AA5">
        <w:t xml:space="preserve"> Olomouci</w:t>
      </w:r>
      <w:r>
        <w:t xml:space="preserve"> dne ……………</w:t>
      </w:r>
      <w:r w:rsidR="00DA47F4">
        <w:t>…</w:t>
      </w:r>
      <w:r>
        <w:t xml:space="preserve"> </w:t>
      </w:r>
      <w:r>
        <w:tab/>
      </w:r>
      <w:r>
        <w:tab/>
      </w:r>
      <w:r>
        <w:tab/>
      </w:r>
      <w:r>
        <w:tab/>
        <w:t>V…………………</w:t>
      </w:r>
      <w:r w:rsidR="00DA47F4">
        <w:t>…</w:t>
      </w:r>
      <w:r>
        <w:t xml:space="preserve"> dne ………</w:t>
      </w:r>
      <w:r w:rsidR="00DA47F4">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4287FBC" w:rsidR="00CB4F6D" w:rsidRDefault="00DA47F4" w:rsidP="00CB4F6D">
      <w:pPr>
        <w:pStyle w:val="Textbezodsazen"/>
      </w:pPr>
      <w:r>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91E59A4"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w:t>
      </w:r>
      <w:proofErr w:type="gramStart"/>
      <w:r w:rsidRPr="00AE4B52">
        <w:rPr>
          <w:rStyle w:val="Tun"/>
        </w:rPr>
        <w:t xml:space="preserve">podmínky </w:t>
      </w:r>
      <w:r w:rsidR="00DA47F4">
        <w:rPr>
          <w:b/>
        </w:rPr>
        <w:t>- VTP</w:t>
      </w:r>
      <w:proofErr w:type="gramEnd"/>
      <w:r w:rsidR="00DA47F4">
        <w:rPr>
          <w:b/>
        </w:rPr>
        <w:t>/R/16/22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DDAE466"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DA47F4" w:rsidRPr="006B3CDF">
        <w:rPr>
          <w:b/>
        </w:rPr>
        <w:t>na zhotovení stavby „Optimalizace přístřešků pro cestující na zastávkách Víchová nad Jizerou, Řasnice, Krásný Les a Bělá u Staré Paky“, vydané 0</w:t>
      </w:r>
      <w:r w:rsidR="00DA47F4">
        <w:rPr>
          <w:b/>
        </w:rPr>
        <w:t>6</w:t>
      </w:r>
      <w:r w:rsidR="00DA47F4" w:rsidRPr="006B3CDF">
        <w:rPr>
          <w:b/>
        </w:rPr>
        <w:t>/2023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6A8C0E3B" w:rsidR="00985DF9" w:rsidRPr="000C2B01" w:rsidRDefault="007A63DA" w:rsidP="00985DF9">
      <w:pPr>
        <w:pStyle w:val="Odrka1-1"/>
      </w:pPr>
      <w:r w:rsidRPr="000C2B01">
        <w:t xml:space="preserve">DSP – </w:t>
      </w:r>
      <w:r>
        <w:t>zpracovaná společností PROJEKT servis spol. s.r.o., se sídlem U Elektry 830/</w:t>
      </w:r>
      <w:proofErr w:type="gramStart"/>
      <w:r>
        <w:t>2b</w:t>
      </w:r>
      <w:proofErr w:type="gramEnd"/>
      <w:r>
        <w:t>, Hloubětín, 198 00 Praha 9, IČO: 49823141, z 04/21</w:t>
      </w:r>
    </w:p>
    <w:p w14:paraId="4DD232DD" w14:textId="77777777" w:rsidR="007A63DA" w:rsidRPr="001F38D4" w:rsidRDefault="007A63DA" w:rsidP="007A63DA">
      <w:pPr>
        <w:pStyle w:val="Odrka1-1"/>
      </w:pPr>
      <w:r w:rsidRPr="001F38D4">
        <w:t>Stavební povolení</w:t>
      </w:r>
    </w:p>
    <w:p w14:paraId="13F6311D" w14:textId="77777777" w:rsidR="007A63DA" w:rsidRPr="001F38D4" w:rsidRDefault="007A63DA" w:rsidP="007A63DA">
      <w:pPr>
        <w:pStyle w:val="Odrka1-2-"/>
      </w:pPr>
      <w:r w:rsidRPr="001F38D4">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A63DA" w:rsidRPr="00F95FBD" w14:paraId="5E711F3D" w14:textId="77777777" w:rsidTr="007A63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A63DA" w:rsidRPr="00F95FBD" w:rsidRDefault="007A63DA" w:rsidP="007A63D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99A173" w14:textId="191DA501" w:rsidR="007A63DA" w:rsidRPr="00E83F86" w:rsidRDefault="007A63DA" w:rsidP="007A63D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7A63DA" w:rsidRPr="00F95FBD" w14:paraId="5E5B1758" w14:textId="77777777" w:rsidTr="007A63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A63DA" w:rsidRPr="008175E5" w:rsidRDefault="007A63DA" w:rsidP="007A63DA">
            <w:pPr>
              <w:pStyle w:val="Tabulka"/>
              <w:rPr>
                <w:rStyle w:val="Nadpisvtabulce"/>
                <w:b w:val="0"/>
              </w:rPr>
            </w:pPr>
            <w:r w:rsidRPr="008175E5">
              <w:rPr>
                <w:rStyle w:val="Nadpisvtabulce"/>
                <w:b w:val="0"/>
              </w:rPr>
              <w:t>Adresa</w:t>
            </w:r>
          </w:p>
        </w:tc>
        <w:tc>
          <w:tcPr>
            <w:tcW w:w="5812" w:type="dxa"/>
            <w:vAlign w:val="top"/>
          </w:tcPr>
          <w:p w14:paraId="214FD7BB" w14:textId="77777777" w:rsidR="007A63DA" w:rsidRDefault="007A63DA" w:rsidP="007A63D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1963825" w14:textId="0F13D589" w:rsidR="007A63DA" w:rsidRPr="00E83F86" w:rsidRDefault="007A63DA" w:rsidP="007A63D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A63DA" w:rsidRPr="00F95FBD" w14:paraId="79A0DEBA" w14:textId="77777777" w:rsidTr="007A63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A63DA" w:rsidRPr="00F95FBD" w:rsidRDefault="007A63DA" w:rsidP="007A63DA">
            <w:pPr>
              <w:pStyle w:val="Tabulka"/>
            </w:pPr>
            <w:r w:rsidRPr="00F95FBD">
              <w:t>E-mail</w:t>
            </w:r>
          </w:p>
        </w:tc>
        <w:tc>
          <w:tcPr>
            <w:tcW w:w="5812" w:type="dxa"/>
            <w:vAlign w:val="top"/>
          </w:tcPr>
          <w:p w14:paraId="5A983E9F" w14:textId="06F3AFE1" w:rsidR="007A63DA" w:rsidRPr="00E83F86" w:rsidRDefault="00025CFE" w:rsidP="007A63D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A63DA" w:rsidRPr="001B00BE">
                <w:rPr>
                  <w:rStyle w:val="Hypertextovodkaz"/>
                  <w:noProof w:val="0"/>
                </w:rPr>
                <w:t>Bocak@spravazeleznic.cz</w:t>
              </w:r>
            </w:hyperlink>
          </w:p>
        </w:tc>
      </w:tr>
      <w:tr w:rsidR="007A63DA" w:rsidRPr="00F95FBD" w14:paraId="481C3FD9" w14:textId="77777777" w:rsidTr="007A63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A63DA" w:rsidRPr="00F95FBD" w:rsidRDefault="007A63DA" w:rsidP="007A63DA">
            <w:pPr>
              <w:pStyle w:val="Tabulka"/>
            </w:pPr>
            <w:r w:rsidRPr="00F95FBD">
              <w:t>Telefon</w:t>
            </w:r>
          </w:p>
        </w:tc>
        <w:tc>
          <w:tcPr>
            <w:tcW w:w="5812" w:type="dxa"/>
            <w:vAlign w:val="top"/>
          </w:tcPr>
          <w:p w14:paraId="317C37BE" w14:textId="4DAF0CAD" w:rsidR="007A63DA" w:rsidRPr="00E83F86" w:rsidRDefault="007A63DA" w:rsidP="007A63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4C5CB5B" w14:textId="77777777" w:rsidR="007A63DA" w:rsidRDefault="007A63DA" w:rsidP="00502690">
      <w:pPr>
        <w:pStyle w:val="Textbezodsazen"/>
      </w:pPr>
    </w:p>
    <w:p w14:paraId="4538C80A" w14:textId="77777777" w:rsidR="007A63DA" w:rsidRPr="00F95FBD" w:rsidRDefault="007A63DA" w:rsidP="007A63D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A63DA" w:rsidRPr="00F95FBD" w14:paraId="3981FD1C" w14:textId="77777777" w:rsidTr="005845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5EF868" w14:textId="77777777" w:rsidR="007A63DA" w:rsidRPr="00F95FBD" w:rsidRDefault="007A63DA" w:rsidP="005845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C6C8048" w14:textId="77777777" w:rsidR="007A63DA" w:rsidRPr="00E83F86" w:rsidRDefault="007A63DA" w:rsidP="005845D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Mgr. Radka Szabó, podnikový právník</w:t>
            </w:r>
          </w:p>
        </w:tc>
      </w:tr>
      <w:tr w:rsidR="007A63DA" w:rsidRPr="00F95FBD" w14:paraId="675AAA5F" w14:textId="77777777" w:rsidTr="005845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D7E26E" w14:textId="77777777" w:rsidR="007A63DA" w:rsidRPr="008175E5" w:rsidRDefault="007A63DA" w:rsidP="005845D0">
            <w:pPr>
              <w:pStyle w:val="Tabulka"/>
              <w:rPr>
                <w:rStyle w:val="Nadpisvtabulce"/>
                <w:b w:val="0"/>
              </w:rPr>
            </w:pPr>
            <w:r w:rsidRPr="008175E5">
              <w:rPr>
                <w:rStyle w:val="Nadpisvtabulce"/>
                <w:b w:val="0"/>
              </w:rPr>
              <w:t>Adresa</w:t>
            </w:r>
          </w:p>
        </w:tc>
        <w:tc>
          <w:tcPr>
            <w:tcW w:w="5812" w:type="dxa"/>
            <w:vAlign w:val="top"/>
          </w:tcPr>
          <w:p w14:paraId="571665D5" w14:textId="77777777" w:rsidR="007A63DA" w:rsidRDefault="007A63DA" w:rsidP="005845D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14D8E59" w14:textId="77777777" w:rsidR="007A63DA" w:rsidRPr="00E83F86" w:rsidRDefault="007A63DA" w:rsidP="005845D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A63DA" w:rsidRPr="00F95FBD" w14:paraId="64713F3B" w14:textId="77777777" w:rsidTr="005845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6E7A3" w14:textId="77777777" w:rsidR="007A63DA" w:rsidRPr="00F95FBD" w:rsidRDefault="007A63DA" w:rsidP="005845D0">
            <w:pPr>
              <w:pStyle w:val="Tabulka"/>
            </w:pPr>
            <w:r w:rsidRPr="00F95FBD">
              <w:t>E-mail</w:t>
            </w:r>
          </w:p>
        </w:tc>
        <w:tc>
          <w:tcPr>
            <w:tcW w:w="5812" w:type="dxa"/>
            <w:vAlign w:val="top"/>
          </w:tcPr>
          <w:p w14:paraId="67312BFC" w14:textId="77777777" w:rsidR="007A63DA" w:rsidRPr="00E83F86" w:rsidRDefault="00025CFE" w:rsidP="005845D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A63DA" w:rsidRPr="00847AA0">
                <w:rPr>
                  <w:rStyle w:val="Hypertextovodkaz"/>
                  <w:noProof w:val="0"/>
                </w:rPr>
                <w:t>SzaboR@spravazeleznic.cz</w:t>
              </w:r>
            </w:hyperlink>
            <w:r w:rsidR="007A63DA" w:rsidRPr="00847AA0">
              <w:t xml:space="preserve"> </w:t>
            </w:r>
          </w:p>
        </w:tc>
      </w:tr>
      <w:tr w:rsidR="007A63DA" w:rsidRPr="00F95FBD" w14:paraId="2A7DA93E" w14:textId="77777777" w:rsidTr="005845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3AEB8" w14:textId="77777777" w:rsidR="007A63DA" w:rsidRPr="00F95FBD" w:rsidRDefault="007A63DA" w:rsidP="005845D0">
            <w:pPr>
              <w:pStyle w:val="Tabulka"/>
            </w:pPr>
            <w:r w:rsidRPr="00F95FBD">
              <w:t>Telefon</w:t>
            </w:r>
          </w:p>
        </w:tc>
        <w:tc>
          <w:tcPr>
            <w:tcW w:w="5812" w:type="dxa"/>
            <w:vAlign w:val="top"/>
          </w:tcPr>
          <w:p w14:paraId="27A2C574" w14:textId="77777777" w:rsidR="007A63DA" w:rsidRPr="00E83F86" w:rsidRDefault="007A63DA" w:rsidP="005845D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+420 724 932 396</w:t>
            </w:r>
          </w:p>
        </w:tc>
      </w:tr>
    </w:tbl>
    <w:p w14:paraId="2D4BF3B7" w14:textId="77777777" w:rsidR="007A63DA" w:rsidRPr="00F95FBD" w:rsidRDefault="007A63DA"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A63DA" w:rsidRPr="00F95FBD" w14:paraId="5D3A39EF" w14:textId="77777777" w:rsidTr="007A6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7A63DA" w:rsidRPr="00F95FBD" w:rsidRDefault="007A63DA" w:rsidP="007A63D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84F216F" w14:textId="4361A366" w:rsidR="007A63DA" w:rsidRPr="00561E86" w:rsidRDefault="007A63DA" w:rsidP="007A63D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A3B3D">
              <w:rPr>
                <w:b/>
                <w:bCs/>
              </w:rPr>
              <w:t>Ing. David Veselý</w:t>
            </w:r>
          </w:p>
        </w:tc>
      </w:tr>
      <w:tr w:rsidR="007A63DA" w:rsidRPr="00F95FBD" w14:paraId="2A27B8BA" w14:textId="77777777" w:rsidTr="007A63DA">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7A63DA" w:rsidRPr="00F95FBD" w:rsidRDefault="007A63DA" w:rsidP="007A63DA">
            <w:pPr>
              <w:pStyle w:val="Tabulka"/>
              <w:rPr>
                <w:rStyle w:val="Nadpisvtabulce"/>
                <w:b w:val="0"/>
              </w:rPr>
            </w:pPr>
            <w:r>
              <w:rPr>
                <w:rStyle w:val="Nadpisvtabulce"/>
                <w:b w:val="0"/>
              </w:rPr>
              <w:t>Adresa</w:t>
            </w:r>
          </w:p>
        </w:tc>
        <w:tc>
          <w:tcPr>
            <w:tcW w:w="5812" w:type="dxa"/>
            <w:vAlign w:val="top"/>
          </w:tcPr>
          <w:p w14:paraId="13C66510" w14:textId="77777777" w:rsidR="007A63DA" w:rsidRPr="00747AC3" w:rsidRDefault="007A63DA" w:rsidP="007A63DA">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3877F1DC" w14:textId="3D1FC498" w:rsidR="007A63DA" w:rsidRPr="00561E86" w:rsidRDefault="007A63DA" w:rsidP="007A63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7A63DA" w:rsidRPr="00F95FBD" w14:paraId="34920FFB" w14:textId="77777777" w:rsidTr="007A63DA">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7A63DA" w:rsidRPr="00F95FBD" w:rsidRDefault="007A63DA" w:rsidP="007A63DA">
            <w:pPr>
              <w:pStyle w:val="Tabulka"/>
            </w:pPr>
            <w:r w:rsidRPr="00F95FBD">
              <w:t>E-mail</w:t>
            </w:r>
          </w:p>
        </w:tc>
        <w:tc>
          <w:tcPr>
            <w:tcW w:w="5812" w:type="dxa"/>
            <w:vAlign w:val="top"/>
          </w:tcPr>
          <w:p w14:paraId="7633DB72" w14:textId="06C5D463" w:rsidR="007A63DA" w:rsidRPr="00561E86" w:rsidRDefault="00025CFE" w:rsidP="007A63D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7A63DA" w:rsidRPr="006A3B3D">
                <w:rPr>
                  <w:rStyle w:val="Hypertextovodkaz"/>
                  <w:noProof w:val="0"/>
                </w:rPr>
                <w:t>Veselyda@spravazeleznic.cz</w:t>
              </w:r>
            </w:hyperlink>
            <w:r w:rsidR="007A63DA" w:rsidRPr="006A3B3D">
              <w:t xml:space="preserve"> </w:t>
            </w:r>
          </w:p>
        </w:tc>
      </w:tr>
      <w:tr w:rsidR="007A63DA" w:rsidRPr="00F95FBD" w14:paraId="207849E6" w14:textId="77777777" w:rsidTr="007A63DA">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7A63DA" w:rsidRPr="00F95FBD" w:rsidRDefault="007A63DA" w:rsidP="007A63DA">
            <w:pPr>
              <w:pStyle w:val="Tabulka"/>
            </w:pPr>
            <w:r w:rsidRPr="00F95FBD">
              <w:t>Telefon</w:t>
            </w:r>
          </w:p>
        </w:tc>
        <w:tc>
          <w:tcPr>
            <w:tcW w:w="5812" w:type="dxa"/>
            <w:vAlign w:val="top"/>
          </w:tcPr>
          <w:p w14:paraId="669C29E8" w14:textId="6E719348" w:rsidR="007A63DA" w:rsidRPr="00561E86" w:rsidRDefault="007A63DA" w:rsidP="007A63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A3B3D">
              <w:t>+420 722 113 362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lastRenderedPageBreak/>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E058D">
              <w:rPr>
                <w:highlight w:val="yellow"/>
              </w:rPr>
              <w:t>Na toto místo bude jako minimální výše pojistného plnění vložena částka, která bude odpovídat výši Ceny Díla bez DPH, kterou uchazeč včlení do těla závazného vzoru Smlouvy předloženého</w:t>
            </w:r>
            <w:r w:rsidR="00A349C6" w:rsidRPr="00EE058D">
              <w:rPr>
                <w:highlight w:val="yellow"/>
              </w:rPr>
              <w:t xml:space="preserve"> v </w:t>
            </w:r>
            <w:r w:rsidRPr="00EE058D">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B68920E"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025CFE">
              <w:t xml:space="preserve">Minimálně </w:t>
            </w:r>
            <w:r w:rsidR="00025CFE" w:rsidRPr="00025CFE">
              <w:t>4,5</w:t>
            </w:r>
            <w:r w:rsidRPr="00025CFE">
              <w:t xml:space="preserve"> mil. Kč na jednu pojistnou událost</w:t>
            </w:r>
            <w:r w:rsidR="00A349C6" w:rsidRPr="00025CFE">
              <w:t xml:space="preserve"> a </w:t>
            </w:r>
            <w:r w:rsidR="00025CFE" w:rsidRPr="00025CFE">
              <w:t>9</w:t>
            </w:r>
            <w:r w:rsidRPr="00025CFE">
              <w:t xml:space="preserve"> mil. Kč</w:t>
            </w:r>
            <w:r w:rsidR="00A349C6" w:rsidRPr="00025CFE">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31487220"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41A">
            <w:rPr>
              <w:rStyle w:val="slostrnky"/>
              <w:noProof/>
            </w:rPr>
            <w:t>34</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672C101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5CFCBC4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342F98E"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25CFE">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5B1BF57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73FD965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18BE1C7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7E0CE51"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41A">
            <w:rPr>
              <w:rStyle w:val="slostrnky"/>
              <w:noProof/>
            </w:rPr>
            <w:t>34</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22817EFB"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25CFE">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B934C5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646CA46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1B7CA4A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1F91BBE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CFE">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64108347">
    <w:abstractNumId w:val="3"/>
  </w:num>
  <w:num w:numId="2" w16cid:durableId="381710045">
    <w:abstractNumId w:val="1"/>
  </w:num>
  <w:num w:numId="3" w16cid:durableId="524634567">
    <w:abstractNumId w:val="12"/>
  </w:num>
  <w:num w:numId="4" w16cid:durableId="1424689090">
    <w:abstractNumId w:val="4"/>
  </w:num>
  <w:num w:numId="5" w16cid:durableId="10170821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9736566">
    <w:abstractNumId w:val="6"/>
  </w:num>
  <w:num w:numId="7" w16cid:durableId="1475834159">
    <w:abstractNumId w:val="8"/>
  </w:num>
  <w:num w:numId="8" w16cid:durableId="1530097505">
    <w:abstractNumId w:val="10"/>
  </w:num>
  <w:num w:numId="9" w16cid:durableId="1897665134">
    <w:abstractNumId w:val="0"/>
  </w:num>
  <w:num w:numId="10" w16cid:durableId="2112239202">
    <w:abstractNumId w:val="2"/>
  </w:num>
  <w:num w:numId="11" w16cid:durableId="668367488">
    <w:abstractNumId w:val="14"/>
  </w:num>
  <w:num w:numId="12" w16cid:durableId="19799881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18764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6816494">
    <w:abstractNumId w:val="0"/>
  </w:num>
  <w:num w:numId="15" w16cid:durableId="137958973">
    <w:abstractNumId w:val="2"/>
  </w:num>
  <w:num w:numId="16" w16cid:durableId="184100792">
    <w:abstractNumId w:val="2"/>
  </w:num>
  <w:num w:numId="17" w16cid:durableId="2143963658">
    <w:abstractNumId w:val="6"/>
  </w:num>
  <w:num w:numId="18" w16cid:durableId="1168859425">
    <w:abstractNumId w:val="6"/>
  </w:num>
  <w:num w:numId="19" w16cid:durableId="2142071440">
    <w:abstractNumId w:val="6"/>
  </w:num>
  <w:num w:numId="20" w16cid:durableId="901793740">
    <w:abstractNumId w:val="6"/>
  </w:num>
  <w:num w:numId="21" w16cid:durableId="591939552">
    <w:abstractNumId w:val="8"/>
  </w:num>
  <w:num w:numId="22" w16cid:durableId="1800612348">
    <w:abstractNumId w:val="8"/>
  </w:num>
  <w:num w:numId="23" w16cid:durableId="1048071805">
    <w:abstractNumId w:val="8"/>
  </w:num>
  <w:num w:numId="24" w16cid:durableId="1107966811">
    <w:abstractNumId w:val="8"/>
  </w:num>
  <w:num w:numId="25" w16cid:durableId="665137240">
    <w:abstractNumId w:val="10"/>
  </w:num>
  <w:num w:numId="26" w16cid:durableId="1222331492">
    <w:abstractNumId w:val="0"/>
  </w:num>
  <w:num w:numId="27" w16cid:durableId="1570461203">
    <w:abstractNumId w:val="0"/>
  </w:num>
  <w:num w:numId="28" w16cid:durableId="923806651">
    <w:abstractNumId w:val="2"/>
  </w:num>
  <w:num w:numId="29" w16cid:durableId="689724181">
    <w:abstractNumId w:val="2"/>
  </w:num>
  <w:num w:numId="30" w16cid:durableId="1782453209">
    <w:abstractNumId w:val="14"/>
  </w:num>
  <w:num w:numId="31" w16cid:durableId="1580559743">
    <w:abstractNumId w:val="14"/>
  </w:num>
  <w:num w:numId="32" w16cid:durableId="834995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76687331">
    <w:abstractNumId w:val="13"/>
  </w:num>
  <w:num w:numId="34" w16cid:durableId="3158840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17077735">
    <w:abstractNumId w:val="15"/>
  </w:num>
  <w:num w:numId="36" w16cid:durableId="1116676989">
    <w:abstractNumId w:val="0"/>
  </w:num>
  <w:num w:numId="37" w16cid:durableId="574122680">
    <w:abstractNumId w:val="9"/>
  </w:num>
  <w:num w:numId="38" w16cid:durableId="1893423310">
    <w:abstractNumId w:val="0"/>
  </w:num>
  <w:num w:numId="39" w16cid:durableId="87511321">
    <w:abstractNumId w:val="7"/>
  </w:num>
  <w:num w:numId="40" w16cid:durableId="1145197549">
    <w:abstractNumId w:val="0"/>
  </w:num>
  <w:num w:numId="41" w16cid:durableId="634990545">
    <w:abstractNumId w:val="0"/>
  </w:num>
  <w:num w:numId="42" w16cid:durableId="133178044">
    <w:abstractNumId w:val="11"/>
  </w:num>
  <w:num w:numId="43" w16cid:durableId="140662347">
    <w:abstractNumId w:val="16"/>
  </w:num>
  <w:num w:numId="44" w16cid:durableId="102575357">
    <w:abstractNumId w:val="0"/>
  </w:num>
  <w:num w:numId="45" w16cid:durableId="1902524337">
    <w:abstractNumId w:val="0"/>
  </w:num>
  <w:num w:numId="46" w16cid:durableId="53939856">
    <w:abstractNumId w:val="0"/>
  </w:num>
  <w:num w:numId="47" w16cid:durableId="30725041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5CFE"/>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1B85"/>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A4D97"/>
    <w:rsid w:val="003B23D6"/>
    <w:rsid w:val="003B4A16"/>
    <w:rsid w:val="003B6B2A"/>
    <w:rsid w:val="003C33F2"/>
    <w:rsid w:val="003D6859"/>
    <w:rsid w:val="003D756E"/>
    <w:rsid w:val="003E420D"/>
    <w:rsid w:val="003E4C13"/>
    <w:rsid w:val="003E7501"/>
    <w:rsid w:val="0040376C"/>
    <w:rsid w:val="0040659D"/>
    <w:rsid w:val="004078F3"/>
    <w:rsid w:val="00415389"/>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99F"/>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3DA"/>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A47F4"/>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058D"/>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9F7922F-5F9E-4A10-9064-FB3F9981E1D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46</TotalTime>
  <Pages>32</Pages>
  <Words>6434</Words>
  <Characters>37965</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10</cp:revision>
  <cp:lastPrinted>2021-01-26T08:00:00Z</cp:lastPrinted>
  <dcterms:created xsi:type="dcterms:W3CDTF">2023-08-25T06:11:00Z</dcterms:created>
  <dcterms:modified xsi:type="dcterms:W3CDTF">2023-09-11T06:00:00Z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